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D80" w:rsidRPr="00AF4FCD" w:rsidRDefault="00AF4FCD" w:rsidP="00E67D80">
      <w:pPr>
        <w:rPr>
          <w:b/>
        </w:rPr>
      </w:pPr>
      <w:r w:rsidRPr="00AF4FCD">
        <w:rPr>
          <w:b/>
        </w:rPr>
        <w:t xml:space="preserve">VAS - Narrative in Art </w:t>
      </w:r>
      <w:r w:rsidR="00ED22BF" w:rsidRPr="00AF4FCD">
        <w:rPr>
          <w:b/>
        </w:rPr>
        <w:t xml:space="preserve">- </w:t>
      </w:r>
      <w:r w:rsidR="00E67D80" w:rsidRPr="00AF4FCD">
        <w:rPr>
          <w:b/>
        </w:rPr>
        <w:t>K&amp;U</w:t>
      </w:r>
    </w:p>
    <w:p w:rsidR="00E67D80" w:rsidRDefault="006A5D48" w:rsidP="00E67D8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873484" wp14:editId="42074629">
                <wp:simplePos x="0" y="0"/>
                <wp:positionH relativeFrom="column">
                  <wp:posOffset>-172085</wp:posOffset>
                </wp:positionH>
                <wp:positionV relativeFrom="paragraph">
                  <wp:posOffset>272627</wp:posOffset>
                </wp:positionV>
                <wp:extent cx="7086600" cy="6350000"/>
                <wp:effectExtent l="0" t="0" r="25400" b="254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635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50"/>
                              <w:gridCol w:w="2020"/>
                              <w:gridCol w:w="1358"/>
                              <w:gridCol w:w="1359"/>
                              <w:gridCol w:w="1359"/>
                              <w:gridCol w:w="1359"/>
                              <w:gridCol w:w="1359"/>
                              <w:gridCol w:w="1359"/>
                            </w:tblGrid>
                            <w:tr w:rsidR="00AF4FCD" w:rsidTr="009A2007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textDirection w:val="btLr"/>
                                  <w:vAlign w:val="center"/>
                                </w:tcPr>
                                <w:p w:rsidR="00AF4FCD" w:rsidRDefault="00AF4FCD" w:rsidP="00E67D80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020" w:type="dxa"/>
                                  <w:textDirection w:val="tbRl"/>
                                </w:tcPr>
                                <w:p w:rsidR="00AF4FCD" w:rsidRDefault="00AF4FCD" w:rsidP="00E67D80">
                                  <w:pPr>
                                    <w:ind w:left="113" w:right="113"/>
                                  </w:pP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:rsidR="00AF4FCD" w:rsidRPr="00AC3FB4" w:rsidRDefault="00AF4FCD" w:rsidP="001E439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Response goes well </w:t>
                                  </w:r>
                                  <w:r w:rsidRPr="007D5007">
                                    <w:rPr>
                                      <w:sz w:val="18"/>
                                      <w:szCs w:val="18"/>
                                    </w:rPr>
                                    <w:t>beyond expectations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in conveying understanding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AF4FCD" w:rsidRDefault="00AF4FCD" w:rsidP="008A06D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shows an complete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AF4FCD" w:rsidRPr="00AC3FB4" w:rsidRDefault="00AF4FCD" w:rsidP="008A06D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Response shows a nearly complete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AF4FCD" w:rsidRPr="00AC3FB4" w:rsidRDefault="00AF4FCD" w:rsidP="00A32E34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shows an emerging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AF4FCD" w:rsidRPr="00AC3FB4" w:rsidRDefault="00AF4FCD" w:rsidP="001E439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Response shows </w:t>
                                  </w:r>
                                  <w:r w:rsidRPr="007D5007">
                                    <w:rPr>
                                      <w:sz w:val="18"/>
                                      <w:szCs w:val="18"/>
                                    </w:rPr>
                                    <w:t xml:space="preserve">very little understanding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AF4FCD" w:rsidRPr="00AC3FB4" w:rsidRDefault="00AF4FCD" w:rsidP="00CF51A7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not present or completely misses the mark</w:t>
                                  </w:r>
                                </w:p>
                              </w:tc>
                            </w:tr>
                            <w:tr w:rsidR="00AF4FCD" w:rsidTr="009A2007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shd w:val="clear" w:color="auto" w:fill="C6D9F1" w:themeFill="text2" w:themeFillTint="33"/>
                                  <w:textDirection w:val="btLr"/>
                                  <w:vAlign w:val="center"/>
                                </w:tcPr>
                                <w:p w:rsidR="00AF4FCD" w:rsidRDefault="00AF4FCD" w:rsidP="00E67D80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>Observe</w:t>
                                  </w:r>
                                </w:p>
                              </w:tc>
                              <w:tc>
                                <w:tcPr>
                                  <w:tcW w:w="2020" w:type="dxa"/>
                                  <w:shd w:val="clear" w:color="auto" w:fill="8DB3E2" w:themeFill="text2" w:themeFillTint="66"/>
                                </w:tcPr>
                                <w:p w:rsidR="00AF4FCD" w:rsidRDefault="00AF4FCD" w:rsidP="00E67D80">
                                  <w:r w:rsidRPr="008B0268">
                                    <w:rPr>
                                      <w:b/>
                                    </w:rPr>
                                    <w:t>Form</w:t>
                                  </w:r>
                                  <w:r>
                                    <w:t xml:space="preserve"> – your analysis of the form shows an </w:t>
                                  </w:r>
                                  <w:r w:rsidRPr="004F33F3">
                                    <w:rPr>
                                      <w:b/>
                                    </w:rPr>
                                    <w:t xml:space="preserve">understanding </w:t>
                                  </w:r>
                                  <w:r>
                                    <w:t xml:space="preserve">of the important expressive aspects of the </w:t>
                                  </w:r>
                                  <w:r w:rsidRPr="004F33F3">
                                    <w:rPr>
                                      <w:b/>
                                    </w:rPr>
                                    <w:t>visual language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:rsidR="00AF4FCD" w:rsidRDefault="00AF4FCD" w:rsidP="00E67D80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AF4FCD" w:rsidRDefault="00AF4FCD" w:rsidP="00CF51A7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AF4FCD" w:rsidRDefault="00AF4FCD" w:rsidP="00E67D80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AF4FCD" w:rsidRDefault="00AF4FCD" w:rsidP="00E67D80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AF4FCD" w:rsidRDefault="00AF4FCD" w:rsidP="00E67D80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AF4FCD" w:rsidRDefault="00AF4FCD" w:rsidP="00E67D80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AF4FCD" w:rsidTr="00E0172B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 w:val="restart"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:rsidR="00AF4FCD" w:rsidRPr="00622453" w:rsidRDefault="00AF4FCD" w:rsidP="00BA156B">
                                  <w:pPr>
                                    <w:ind w:left="113" w:right="113"/>
                                    <w:jc w:val="center"/>
                                    <w:rPr>
                                      <w:color w:val="0D0D0D" w:themeColor="text1" w:themeTint="F2"/>
                                    </w:rPr>
                                  </w:pPr>
                                  <w:r>
                                    <w:t>Understand Art World</w:t>
                                  </w:r>
                                </w:p>
                              </w:tc>
                              <w:tc>
                                <w:tcPr>
                                  <w:tcW w:w="2020" w:type="dxa"/>
                                  <w:shd w:val="clear" w:color="auto" w:fill="E5B8B7" w:themeFill="accent2" w:themeFillTint="66"/>
                                </w:tcPr>
                                <w:p w:rsidR="00AF4FCD" w:rsidRDefault="00AF4FCD" w:rsidP="00E67D80">
                                  <w:r w:rsidRPr="008B0268">
                                    <w:rPr>
                                      <w:b/>
                                    </w:rPr>
                                    <w:t>Theme</w:t>
                                  </w:r>
                                  <w:r>
                                    <w:t xml:space="preserve"> – Your analysis of the theme shows insight into the meaning of the art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AF4FCD" w:rsidTr="00E0172B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/>
                                  <w:shd w:val="clear" w:color="auto" w:fill="auto"/>
                                </w:tcPr>
                                <w:p w:rsidR="00AF4FCD" w:rsidRDefault="00AF4FCD" w:rsidP="00E67D80"/>
                              </w:tc>
                              <w:tc>
                                <w:tcPr>
                                  <w:tcW w:w="2020" w:type="dxa"/>
                                  <w:shd w:val="clear" w:color="auto" w:fill="CCC0D9" w:themeFill="accent4" w:themeFillTint="66"/>
                                </w:tcPr>
                                <w:p w:rsidR="00AF4FCD" w:rsidRDefault="00AF4FCD" w:rsidP="00E67D80">
                                  <w:r w:rsidRPr="004F33F3">
                                    <w:rPr>
                                      <w:b/>
                                    </w:rPr>
                                    <w:t xml:space="preserve">Context </w:t>
                                  </w:r>
                                  <w:r>
                                    <w:t xml:space="preserve">– your answer shows an insightful analysis of the context in which the art was made 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AF4FCD" w:rsidTr="00E0172B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/>
                                  <w:shd w:val="clear" w:color="auto" w:fill="auto"/>
                                </w:tcPr>
                                <w:p w:rsidR="00AF4FCD" w:rsidRDefault="00AF4FCD" w:rsidP="00E67D80"/>
                              </w:tc>
                              <w:tc>
                                <w:tcPr>
                                  <w:tcW w:w="2020" w:type="dxa"/>
                                  <w:shd w:val="clear" w:color="auto" w:fill="C2D69B" w:themeFill="accent3" w:themeFillTint="99"/>
                                </w:tcPr>
                                <w:p w:rsidR="00AF4FCD" w:rsidRDefault="00AF4FCD" w:rsidP="00E67D80">
                                  <w:r w:rsidRPr="00C95EA9">
                                    <w:rPr>
                                      <w:b/>
                                    </w:rPr>
                                    <w:t>Synthesis</w:t>
                                  </w:r>
                                  <w:r>
                                    <w:t xml:space="preserve"> – your writing clearly shows </w:t>
                                  </w:r>
                                  <w:r w:rsidRPr="00742D60">
                                    <w:rPr>
                                      <w:b/>
                                    </w:rPr>
                                    <w:t>active thinking</w:t>
                                  </w:r>
                                  <w:r>
                                    <w:t xml:space="preserve"> on how Form, Theme and Context help decode the meaning of the art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</w:tbl>
                          <w:p w:rsidR="00AF4FCD" w:rsidRDefault="00AF4FCD" w:rsidP="00E67D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3.5pt;margin-top:21.45pt;width:558pt;height:50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" strokecolor="white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50"/>
                        <w:gridCol w:w="2020"/>
                        <w:gridCol w:w="1358"/>
                        <w:gridCol w:w="1359"/>
                        <w:gridCol w:w="1359"/>
                        <w:gridCol w:w="1359"/>
                        <w:gridCol w:w="1359"/>
                        <w:gridCol w:w="1359"/>
                      </w:tblGrid>
                      <w:tr w:rsidR="00AF4FCD" w:rsidTr="009A2007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textDirection w:val="btLr"/>
                            <w:vAlign w:val="center"/>
                          </w:tcPr>
                          <w:p w:rsidR="00AF4FCD" w:rsidRDefault="00AF4FCD" w:rsidP="00E67D80">
                            <w:pPr>
                              <w:ind w:left="113" w:right="113"/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2020" w:type="dxa"/>
                            <w:textDirection w:val="tbRl"/>
                          </w:tcPr>
                          <w:p w:rsidR="00AF4FCD" w:rsidRDefault="00AF4FCD" w:rsidP="00E67D80">
                            <w:pPr>
                              <w:ind w:left="113" w:right="113"/>
                            </w:pP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:rsidR="00AF4FCD" w:rsidRPr="00AC3FB4" w:rsidRDefault="00AF4FCD" w:rsidP="001E439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Response goes well </w:t>
                            </w:r>
                            <w:r w:rsidRPr="007D5007">
                              <w:rPr>
                                <w:sz w:val="18"/>
                                <w:szCs w:val="18"/>
                              </w:rPr>
                              <w:t>beyond expectations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in conveying understanding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AF4FCD" w:rsidRDefault="00AF4FCD" w:rsidP="008A06D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shows an complete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AF4FCD" w:rsidRPr="00AC3FB4" w:rsidRDefault="00AF4FCD" w:rsidP="008A06D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Response shows a nearly complete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AF4FCD" w:rsidRPr="00AC3FB4" w:rsidRDefault="00AF4FCD" w:rsidP="00A32E3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shows an emerging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AF4FCD" w:rsidRPr="00AC3FB4" w:rsidRDefault="00AF4FCD" w:rsidP="001E439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Response shows </w:t>
                            </w:r>
                            <w:r w:rsidRPr="007D5007">
                              <w:rPr>
                                <w:sz w:val="18"/>
                                <w:szCs w:val="18"/>
                              </w:rPr>
                              <w:t xml:space="preserve">very little understanding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AF4FCD" w:rsidRPr="00AC3FB4" w:rsidRDefault="00AF4FCD" w:rsidP="00CF51A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not present or completely misses the mark</w:t>
                            </w:r>
                          </w:p>
                        </w:tc>
                      </w:tr>
                      <w:tr w:rsidR="00AF4FCD" w:rsidTr="009A2007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shd w:val="clear" w:color="auto" w:fill="C6D9F1" w:themeFill="text2" w:themeFillTint="33"/>
                            <w:textDirection w:val="btLr"/>
                            <w:vAlign w:val="center"/>
                          </w:tcPr>
                          <w:p w:rsidR="00AF4FCD" w:rsidRDefault="00AF4FCD" w:rsidP="00E67D80">
                            <w:pPr>
                              <w:ind w:left="113" w:right="113"/>
                              <w:jc w:val="center"/>
                            </w:pPr>
                            <w:r>
                              <w:t>Observe</w:t>
                            </w:r>
                          </w:p>
                        </w:tc>
                        <w:tc>
                          <w:tcPr>
                            <w:tcW w:w="2020" w:type="dxa"/>
                            <w:shd w:val="clear" w:color="auto" w:fill="8DB3E2" w:themeFill="text2" w:themeFillTint="66"/>
                          </w:tcPr>
                          <w:p w:rsidR="00AF4FCD" w:rsidRDefault="00AF4FCD" w:rsidP="00E67D80">
                            <w:r w:rsidRPr="008B0268">
                              <w:rPr>
                                <w:b/>
                              </w:rPr>
                              <w:t>Form</w:t>
                            </w:r>
                            <w:r>
                              <w:t xml:space="preserve"> – your analysis of the form shows an </w:t>
                            </w:r>
                            <w:r w:rsidRPr="004F33F3">
                              <w:rPr>
                                <w:b/>
                              </w:rPr>
                              <w:t xml:space="preserve">understanding </w:t>
                            </w:r>
                            <w:r>
                              <w:t xml:space="preserve">of the important expressive aspects of the </w:t>
                            </w:r>
                            <w:r w:rsidRPr="004F33F3">
                              <w:rPr>
                                <w:b/>
                              </w:rPr>
                              <w:t>visual language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:rsidR="00AF4FCD" w:rsidRDefault="00AF4FCD" w:rsidP="00E67D80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AF4FCD" w:rsidRDefault="00AF4FCD" w:rsidP="00CF51A7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AF4FCD" w:rsidRDefault="00AF4FCD" w:rsidP="00E67D80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AF4FCD" w:rsidRDefault="00AF4FCD" w:rsidP="00E67D80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AF4FCD" w:rsidRDefault="00AF4FCD" w:rsidP="00E67D80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AF4FCD" w:rsidRDefault="00AF4FCD" w:rsidP="00E67D80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AF4FCD" w:rsidTr="00E0172B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 w:val="restart"/>
                            <w:shd w:val="clear" w:color="auto" w:fill="auto"/>
                            <w:textDirection w:val="btLr"/>
                            <w:vAlign w:val="center"/>
                          </w:tcPr>
                          <w:p w:rsidR="00AF4FCD" w:rsidRPr="00622453" w:rsidRDefault="00AF4FCD" w:rsidP="00BA156B">
                            <w:pPr>
                              <w:ind w:left="113" w:right="113"/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t>Understand Art World</w:t>
                            </w:r>
                          </w:p>
                        </w:tc>
                        <w:tc>
                          <w:tcPr>
                            <w:tcW w:w="2020" w:type="dxa"/>
                            <w:shd w:val="clear" w:color="auto" w:fill="E5B8B7" w:themeFill="accent2" w:themeFillTint="66"/>
                          </w:tcPr>
                          <w:p w:rsidR="00AF4FCD" w:rsidRDefault="00AF4FCD" w:rsidP="00E67D80">
                            <w:r w:rsidRPr="008B0268">
                              <w:rPr>
                                <w:b/>
                              </w:rPr>
                              <w:t>Theme</w:t>
                            </w:r>
                            <w:r>
                              <w:t xml:space="preserve"> – Your analysis of the theme shows insight into the meaning of the art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AF4FCD" w:rsidTr="00E0172B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/>
                            <w:shd w:val="clear" w:color="auto" w:fill="auto"/>
                          </w:tcPr>
                          <w:p w:rsidR="00AF4FCD" w:rsidRDefault="00AF4FCD" w:rsidP="00E67D80"/>
                        </w:tc>
                        <w:tc>
                          <w:tcPr>
                            <w:tcW w:w="2020" w:type="dxa"/>
                            <w:shd w:val="clear" w:color="auto" w:fill="CCC0D9" w:themeFill="accent4" w:themeFillTint="66"/>
                          </w:tcPr>
                          <w:p w:rsidR="00AF4FCD" w:rsidRDefault="00AF4FCD" w:rsidP="00E67D80">
                            <w:r w:rsidRPr="004F33F3">
                              <w:rPr>
                                <w:b/>
                              </w:rPr>
                              <w:t xml:space="preserve">Context </w:t>
                            </w:r>
                            <w:r>
                              <w:t xml:space="preserve">– your answer shows an insightful analysis of the context in which the art was made 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AF4FCD" w:rsidTr="00E0172B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/>
                            <w:shd w:val="clear" w:color="auto" w:fill="auto"/>
                          </w:tcPr>
                          <w:p w:rsidR="00AF4FCD" w:rsidRDefault="00AF4FCD" w:rsidP="00E67D80"/>
                        </w:tc>
                        <w:tc>
                          <w:tcPr>
                            <w:tcW w:w="2020" w:type="dxa"/>
                            <w:shd w:val="clear" w:color="auto" w:fill="C2D69B" w:themeFill="accent3" w:themeFillTint="99"/>
                          </w:tcPr>
                          <w:p w:rsidR="00AF4FCD" w:rsidRDefault="00AF4FCD" w:rsidP="00E67D80">
                            <w:r w:rsidRPr="00C95EA9">
                              <w:rPr>
                                <w:b/>
                              </w:rPr>
                              <w:t>Synthesis</w:t>
                            </w:r>
                            <w:r>
                              <w:t xml:space="preserve"> – your writing clearly shows </w:t>
                            </w:r>
                            <w:r w:rsidRPr="00742D60">
                              <w:rPr>
                                <w:b/>
                              </w:rPr>
                              <w:t>active thinking</w:t>
                            </w:r>
                            <w:r>
                              <w:t xml:space="preserve"> on how Form, Theme and Context help decode the meaning of the art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</w:tbl>
                    <w:p w:rsidR="00AF4FCD" w:rsidRDefault="00AF4FCD" w:rsidP="00E67D80"/>
                  </w:txbxContent>
                </v:textbox>
              </v:shape>
            </w:pict>
          </mc:Fallback>
        </mc:AlternateContent>
      </w:r>
      <w:r w:rsidR="00E67D80">
        <w:t>Here is the assessment rubric for this part of the project</w:t>
      </w:r>
    </w:p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>
      <w:pPr>
        <w:rPr>
          <w:i/>
          <w:color w:val="C00000"/>
        </w:rPr>
      </w:pPr>
      <w:r>
        <w:t xml:space="preserve">If you give yourself a 10 for any question explain why your response </w:t>
      </w:r>
      <w:r>
        <w:rPr>
          <w:b/>
        </w:rPr>
        <w:t xml:space="preserve">goes </w:t>
      </w:r>
      <w:r w:rsidR="00042559">
        <w:rPr>
          <w:b/>
        </w:rPr>
        <w:t xml:space="preserve">well </w:t>
      </w:r>
      <w:r>
        <w:rPr>
          <w:b/>
        </w:rPr>
        <w:t>beyond expectations</w:t>
      </w:r>
      <w:r>
        <w:t xml:space="preserve">. </w:t>
      </w:r>
      <w:r>
        <w:rPr>
          <w:i/>
          <w:color w:val="C00000"/>
        </w:rPr>
        <w:t>Remember I expect you to answer the questions effectively – so don’t just tell me that you did what I expect!!</w:t>
      </w:r>
    </w:p>
    <w:p w:rsidR="00E67D80" w:rsidRDefault="00E67D80" w:rsidP="00E67D8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EC8FA5" wp14:editId="184F5F12">
                <wp:simplePos x="0" y="0"/>
                <wp:positionH relativeFrom="column">
                  <wp:posOffset>-73660</wp:posOffset>
                </wp:positionH>
                <wp:positionV relativeFrom="paragraph">
                  <wp:posOffset>24130</wp:posOffset>
                </wp:positionV>
                <wp:extent cx="6591300" cy="2000250"/>
                <wp:effectExtent l="0" t="0" r="12700" b="63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1300" cy="2000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809"/>
                              <w:gridCol w:w="8030"/>
                            </w:tblGrid>
                            <w:tr w:rsidR="00AF4FCD" w:rsidTr="00E67D80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8DB3E2" w:themeFill="text2" w:themeFillTint="66"/>
                                  <w:vAlign w:val="center"/>
                                  <w:hideMark/>
                                </w:tcPr>
                                <w:p w:rsidR="00AF4FCD" w:rsidRDefault="00AF4FCD">
                                  <w:r>
                                    <w:t>Theme 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AF4FCD" w:rsidRDefault="00AF4FCD"/>
                              </w:tc>
                            </w:tr>
                            <w:tr w:rsidR="00AF4FCD" w:rsidTr="00E67D80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9594" w:themeFill="accent2" w:themeFillTint="99"/>
                                  <w:vAlign w:val="center"/>
                                  <w:hideMark/>
                                </w:tcPr>
                                <w:p w:rsidR="00AF4FCD" w:rsidRDefault="00AF4FCD">
                                  <w:r>
                                    <w:t>Form 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AF4FCD" w:rsidRDefault="00AF4FCD"/>
                              </w:tc>
                            </w:tr>
                            <w:tr w:rsidR="00AF4FCD" w:rsidTr="00E67D80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B2A1C7" w:themeFill="accent4" w:themeFillTint="99"/>
                                  <w:vAlign w:val="center"/>
                                  <w:hideMark/>
                                </w:tcPr>
                                <w:p w:rsidR="00AF4FCD" w:rsidRDefault="00AF4FCD">
                                  <w:r>
                                    <w:t>Context 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AF4FCD" w:rsidRDefault="00AF4FCD"/>
                              </w:tc>
                            </w:tr>
                            <w:tr w:rsidR="00AF4FCD" w:rsidTr="00E67D80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C2D69B" w:themeFill="accent3" w:themeFillTint="99"/>
                                  <w:vAlign w:val="center"/>
                                  <w:hideMark/>
                                </w:tcPr>
                                <w:p w:rsidR="00AF4FCD" w:rsidRDefault="00AF4FCD">
                                  <w:r>
                                    <w:t>Synthesis 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AF4FCD" w:rsidRDefault="00AF4FCD"/>
                              </w:tc>
                            </w:tr>
                          </w:tbl>
                          <w:p w:rsidR="00AF4FCD" w:rsidRDefault="00AF4FCD" w:rsidP="00E67D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5.75pt;margin-top:1.9pt;width:519pt;height:157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809"/>
                        <w:gridCol w:w="8030"/>
                      </w:tblGrid>
                      <w:tr w:rsidR="00AF4FCD" w:rsidTr="00E67D80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8DB3E2" w:themeFill="text2" w:themeFillTint="66"/>
                            <w:vAlign w:val="center"/>
                            <w:hideMark/>
                          </w:tcPr>
                          <w:p w:rsidR="00AF4FCD" w:rsidRDefault="00AF4FCD">
                            <w:r>
                              <w:t>Theme question</w:t>
                            </w:r>
                          </w:p>
                        </w:tc>
                        <w:tc>
                          <w:tcPr>
                            <w:tcW w:w="80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AF4FCD" w:rsidRDefault="00AF4FCD"/>
                        </w:tc>
                      </w:tr>
                      <w:tr w:rsidR="00AF4FCD" w:rsidTr="00E67D80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9594" w:themeFill="accent2" w:themeFillTint="99"/>
                            <w:vAlign w:val="center"/>
                            <w:hideMark/>
                          </w:tcPr>
                          <w:p w:rsidR="00AF4FCD" w:rsidRDefault="00AF4FCD">
                            <w:r>
                              <w:t>Form question</w:t>
                            </w:r>
                          </w:p>
                        </w:tc>
                        <w:tc>
                          <w:tcPr>
                            <w:tcW w:w="80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AF4FCD" w:rsidRDefault="00AF4FCD"/>
                        </w:tc>
                      </w:tr>
                      <w:tr w:rsidR="00AF4FCD" w:rsidTr="00E67D80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B2A1C7" w:themeFill="accent4" w:themeFillTint="99"/>
                            <w:vAlign w:val="center"/>
                            <w:hideMark/>
                          </w:tcPr>
                          <w:p w:rsidR="00AF4FCD" w:rsidRDefault="00AF4FCD">
                            <w:r>
                              <w:t>Context question</w:t>
                            </w:r>
                          </w:p>
                        </w:tc>
                        <w:tc>
                          <w:tcPr>
                            <w:tcW w:w="80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AF4FCD" w:rsidRDefault="00AF4FCD"/>
                        </w:tc>
                      </w:tr>
                      <w:tr w:rsidR="00AF4FCD" w:rsidTr="00E67D80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C2D69B" w:themeFill="accent3" w:themeFillTint="99"/>
                            <w:vAlign w:val="center"/>
                            <w:hideMark/>
                          </w:tcPr>
                          <w:p w:rsidR="00AF4FCD" w:rsidRDefault="00AF4FCD">
                            <w:r>
                              <w:t>Synthesis question</w:t>
                            </w:r>
                          </w:p>
                        </w:tc>
                        <w:tc>
                          <w:tcPr>
                            <w:tcW w:w="80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AF4FCD" w:rsidRDefault="00AF4FCD"/>
                        </w:tc>
                      </w:tr>
                    </w:tbl>
                    <w:p w:rsidR="00AF4FCD" w:rsidRDefault="00AF4FCD" w:rsidP="00E67D80"/>
                  </w:txbxContent>
                </v:textbox>
              </v:shape>
            </w:pict>
          </mc:Fallback>
        </mc:AlternateContent>
      </w:r>
    </w:p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AF4FCD" w:rsidRDefault="00AF4FCD" w:rsidP="00AF4FCD">
      <w:r>
        <w:lastRenderedPageBreak/>
        <w:t>Below there are 3 artworks that use narrative to both tell a story and make a point.  Choose one artist and follow the steps below.</w:t>
      </w:r>
    </w:p>
    <w:p w:rsidR="00AF4FCD" w:rsidRDefault="00AF4FCD" w:rsidP="00AF4FCD">
      <w:pPr>
        <w:pStyle w:val="ListParagraph"/>
        <w:numPr>
          <w:ilvl w:val="0"/>
          <w:numId w:val="1"/>
        </w:numPr>
      </w:pPr>
      <w:r>
        <w:t xml:space="preserve"> Find a least two more artworks by the same artist that are related to this theme.  </w:t>
      </w:r>
      <w:r w:rsidRPr="00AF4FCD">
        <w:rPr>
          <w:b/>
        </w:rPr>
        <w:t xml:space="preserve">Cut and paste them into the boxes </w:t>
      </w:r>
      <w:r>
        <w:rPr>
          <w:b/>
        </w:rPr>
        <w:t>below</w:t>
      </w:r>
      <w:r w:rsidRPr="00AF4FCD">
        <w:rPr>
          <w:b/>
        </w:rPr>
        <w:t xml:space="preserve"> of the artists you are </w:t>
      </w:r>
      <w:r w:rsidRPr="00AF4FCD">
        <w:rPr>
          <w:b/>
          <w:color w:val="FF0000"/>
        </w:rPr>
        <w:t>NOT</w:t>
      </w:r>
      <w:r>
        <w:rPr>
          <w:b/>
        </w:rPr>
        <w:t xml:space="preserve"> </w:t>
      </w:r>
      <w:r w:rsidRPr="00AF4FCD">
        <w:rPr>
          <w:b/>
        </w:rPr>
        <w:t>writing about</w:t>
      </w:r>
      <w:r>
        <w:rPr>
          <w:b/>
        </w:rPr>
        <w:t>.</w:t>
      </w:r>
    </w:p>
    <w:p w:rsidR="00AF4FCD" w:rsidRDefault="00AF4FCD" w:rsidP="00AF4FCD">
      <w:pPr>
        <w:pStyle w:val="ListParagraph"/>
        <w:numPr>
          <w:ilvl w:val="0"/>
          <w:numId w:val="1"/>
        </w:numPr>
      </w:pPr>
      <w:r>
        <w:t>You will have to do some research on the artist and artwork of your choice.  Here are a few places to get started.</w:t>
      </w:r>
    </w:p>
    <w:p w:rsidR="00AF4FCD" w:rsidRDefault="00AF4FCD" w:rsidP="00AF4FCD">
      <w:pPr>
        <w:pStyle w:val="ListParagraph"/>
        <w:numPr>
          <w:ilvl w:val="1"/>
          <w:numId w:val="1"/>
        </w:numPr>
        <w:rPr>
          <w:lang w:val="es-ES"/>
        </w:rPr>
      </w:pPr>
      <w:r w:rsidRPr="009C7D4F">
        <w:rPr>
          <w:lang w:val="es-ES"/>
        </w:rPr>
        <w:t xml:space="preserve">Diego Rivera - </w:t>
      </w:r>
      <w:hyperlink r:id="rId7" w:history="1">
        <w:r w:rsidRPr="00442A14">
          <w:rPr>
            <w:rStyle w:val="Hyperlink"/>
            <w:lang w:val="es-ES"/>
          </w:rPr>
          <w:t>http://www.diegorivera.com/murals/index.php</w:t>
        </w:r>
      </w:hyperlink>
      <w:r>
        <w:rPr>
          <w:lang w:val="es-ES"/>
        </w:rPr>
        <w:t xml:space="preserve"> </w:t>
      </w:r>
      <w:hyperlink r:id="rId8" w:history="1">
        <w:r w:rsidRPr="00442A14">
          <w:rPr>
            <w:rStyle w:val="Hyperlink"/>
            <w:lang w:val="es-ES"/>
          </w:rPr>
          <w:t>http://beta.dia.org/education/rivera/infoidx.htm</w:t>
        </w:r>
      </w:hyperlink>
      <w:r>
        <w:rPr>
          <w:lang w:val="es-ES"/>
        </w:rPr>
        <w:t xml:space="preserve"> </w:t>
      </w:r>
    </w:p>
    <w:p w:rsidR="00AF4FCD" w:rsidRPr="009C7D4F" w:rsidRDefault="00AF4FCD" w:rsidP="00AF4FCD">
      <w:pPr>
        <w:pStyle w:val="ListParagraph"/>
        <w:ind w:left="1440"/>
        <w:rPr>
          <w:lang w:val="es-ES"/>
        </w:rPr>
      </w:pPr>
    </w:p>
    <w:p w:rsidR="00511DF4" w:rsidRDefault="00AF4FCD" w:rsidP="00511DF4">
      <w:pPr>
        <w:pStyle w:val="ListParagraph"/>
        <w:numPr>
          <w:ilvl w:val="1"/>
          <w:numId w:val="1"/>
        </w:numPr>
        <w:spacing w:after="0"/>
        <w:rPr>
          <w:lang w:val="es-ES"/>
        </w:rPr>
      </w:pPr>
      <w:r w:rsidRPr="00511DF4">
        <w:rPr>
          <w:lang w:val="es-ES"/>
        </w:rPr>
        <w:t xml:space="preserve">Pablo Picasso - </w:t>
      </w:r>
      <w:hyperlink r:id="rId9" w:history="1">
        <w:r w:rsidRPr="00511DF4">
          <w:rPr>
            <w:rStyle w:val="Hyperlink"/>
            <w:lang w:val="es-ES"/>
          </w:rPr>
          <w:t>http://web.org.uk/picasso/secret_guernica.html</w:t>
        </w:r>
      </w:hyperlink>
      <w:r w:rsidRPr="00511DF4">
        <w:rPr>
          <w:lang w:val="es-ES"/>
        </w:rPr>
        <w:t xml:space="preserve"> </w:t>
      </w:r>
    </w:p>
    <w:p w:rsidR="00511DF4" w:rsidRPr="00511DF4" w:rsidRDefault="00511DF4" w:rsidP="00511DF4">
      <w:pPr>
        <w:spacing w:after="0"/>
        <w:ind w:left="1080"/>
        <w:rPr>
          <w:lang w:val="es-ES"/>
        </w:rPr>
      </w:pPr>
      <w:r>
        <w:rPr>
          <w:lang w:val="es-ES"/>
        </w:rPr>
        <w:t xml:space="preserve">        </w:t>
      </w:r>
      <w:bookmarkStart w:id="0" w:name="_GoBack"/>
      <w:bookmarkEnd w:id="0"/>
      <w:r w:rsidRPr="00511DF4">
        <w:rPr>
          <w:lang w:val="es-ES"/>
        </w:rPr>
        <w:fldChar w:fldCharType="begin"/>
      </w:r>
      <w:r w:rsidRPr="00511DF4">
        <w:rPr>
          <w:lang w:val="es-ES"/>
        </w:rPr>
        <w:instrText xml:space="preserve"> HYPERLINK "http://www.all-art.org/art_20th_century/picasso11.html" </w:instrText>
      </w:r>
      <w:r>
        <w:rPr>
          <w:lang w:val="es-ES"/>
        </w:rPr>
      </w:r>
      <w:r w:rsidRPr="00511DF4">
        <w:rPr>
          <w:lang w:val="es-ES"/>
        </w:rPr>
        <w:fldChar w:fldCharType="separate"/>
      </w:r>
      <w:r w:rsidRPr="00511DF4">
        <w:rPr>
          <w:rStyle w:val="Hyperlink"/>
          <w:lang w:val="es-ES"/>
        </w:rPr>
        <w:t>http://www.all-art.org/art_20th_century/picasso11.html</w:t>
      </w:r>
      <w:r w:rsidRPr="00511DF4">
        <w:rPr>
          <w:lang w:val="es-ES"/>
        </w:rPr>
        <w:fldChar w:fldCharType="end"/>
      </w:r>
    </w:p>
    <w:p w:rsidR="00511DF4" w:rsidRDefault="00511DF4" w:rsidP="00511DF4">
      <w:pPr>
        <w:ind w:left="1080"/>
      </w:pPr>
    </w:p>
    <w:p w:rsidR="00AF4FCD" w:rsidRDefault="00AF4FCD" w:rsidP="00AF4FCD">
      <w:pPr>
        <w:pStyle w:val="ListParagraph"/>
        <w:numPr>
          <w:ilvl w:val="1"/>
          <w:numId w:val="1"/>
        </w:numPr>
        <w:rPr>
          <w:rStyle w:val="Hyperlink"/>
          <w:color w:val="auto"/>
          <w:u w:val="none"/>
        </w:rPr>
      </w:pPr>
      <w:r>
        <w:t xml:space="preserve">Kara Walker - </w:t>
      </w:r>
      <w:hyperlink r:id="rId10" w:history="1">
        <w:r w:rsidRPr="00442A14">
          <w:rPr>
            <w:rStyle w:val="Hyperlink"/>
          </w:rPr>
          <w:t>http://learn.walkerart.org/karawalker/</w:t>
        </w:r>
      </w:hyperlink>
      <w:proofErr w:type="gramStart"/>
      <w:r>
        <w:t xml:space="preserve">    </w:t>
      </w:r>
      <w:proofErr w:type="gramEnd"/>
      <w:hyperlink r:id="rId11" w:history="1">
        <w:r w:rsidRPr="00442A14">
          <w:rPr>
            <w:rStyle w:val="Hyperlink"/>
          </w:rPr>
          <w:t>http://www.gregkucera.com/walker.htm</w:t>
        </w:r>
      </w:hyperlink>
    </w:p>
    <w:p w:rsidR="00AF4FCD" w:rsidRDefault="00AF4FCD" w:rsidP="00AF4FCD">
      <w:pPr>
        <w:ind w:left="1080"/>
      </w:pPr>
    </w:p>
    <w:p w:rsidR="00AF4FCD" w:rsidRDefault="00AF4FCD" w:rsidP="00AF4FCD">
      <w:pPr>
        <w:ind w:left="1080"/>
      </w:pPr>
    </w:p>
    <w:p w:rsidR="00AF4FCD" w:rsidRDefault="00AF4FCD" w:rsidP="00AF4FCD">
      <w:pPr>
        <w:ind w:left="1080"/>
      </w:pPr>
    </w:p>
    <w:p w:rsidR="00AF4FCD" w:rsidRDefault="00AF4FCD" w:rsidP="00AF4FCD">
      <w:pPr>
        <w:ind w:left="1080"/>
      </w:pPr>
    </w:p>
    <w:p w:rsidR="00AF4FCD" w:rsidRDefault="00AF4FCD" w:rsidP="00AF4FCD">
      <w:pPr>
        <w:ind w:left="1080"/>
      </w:pPr>
    </w:p>
    <w:p w:rsidR="00AF4FCD" w:rsidRDefault="00AF4FCD" w:rsidP="00AF4FCD">
      <w:pPr>
        <w:ind w:left="1080"/>
      </w:pPr>
    </w:p>
    <w:p w:rsidR="00AF4FCD" w:rsidRDefault="00AF4FCD" w:rsidP="00AF4FCD">
      <w:pPr>
        <w:ind w:left="1080"/>
      </w:pPr>
    </w:p>
    <w:p w:rsidR="00AF4FCD" w:rsidRDefault="00AF4FCD" w:rsidP="00AF4FCD">
      <w:pPr>
        <w:ind w:left="1080"/>
      </w:pPr>
    </w:p>
    <w:p w:rsidR="00AF4FCD" w:rsidRDefault="00AF4FCD" w:rsidP="00AF4FCD">
      <w:pPr>
        <w:ind w:left="1080"/>
      </w:pPr>
    </w:p>
    <w:p w:rsidR="00AF4FCD" w:rsidRDefault="00AF4FCD" w:rsidP="00AF4FCD">
      <w:pPr>
        <w:ind w:left="1080"/>
      </w:pPr>
    </w:p>
    <w:p w:rsidR="00AF4FCD" w:rsidRDefault="00AF4FCD" w:rsidP="00AF4FCD">
      <w:pPr>
        <w:ind w:left="1080"/>
      </w:pPr>
    </w:p>
    <w:p w:rsidR="00AF4FCD" w:rsidRDefault="00AF4FCD" w:rsidP="00AF4FCD">
      <w:pPr>
        <w:ind w:left="1080"/>
      </w:pPr>
    </w:p>
    <w:p w:rsidR="00AF4FCD" w:rsidRDefault="00AF4FCD" w:rsidP="00AF4FCD">
      <w:pPr>
        <w:ind w:left="1080"/>
      </w:pPr>
    </w:p>
    <w:p w:rsidR="00AF4FCD" w:rsidRDefault="00AF4FCD" w:rsidP="00AF4FCD">
      <w:pPr>
        <w:ind w:left="1080"/>
      </w:pPr>
    </w:p>
    <w:p w:rsidR="00AF4FCD" w:rsidRDefault="00AF4FCD" w:rsidP="00AF4FCD">
      <w:pPr>
        <w:ind w:left="1080"/>
      </w:pPr>
    </w:p>
    <w:p w:rsidR="00AF4FCD" w:rsidRDefault="00AF4FCD" w:rsidP="00AF4FCD">
      <w:pPr>
        <w:ind w:left="1080"/>
      </w:pPr>
    </w:p>
    <w:p w:rsidR="00AF4FCD" w:rsidRDefault="00AF4FCD" w:rsidP="00AF4FCD">
      <w:pPr>
        <w:ind w:left="1080"/>
      </w:pPr>
    </w:p>
    <w:p w:rsidR="00AF4FCD" w:rsidRDefault="00AF4FCD" w:rsidP="00AF4FCD">
      <w:pPr>
        <w:ind w:left="1080"/>
      </w:pPr>
    </w:p>
    <w:p w:rsidR="00AF4FCD" w:rsidRDefault="00AF4FCD" w:rsidP="00AF4FCD">
      <w:pPr>
        <w:ind w:left="1080"/>
      </w:pPr>
    </w:p>
    <w:p w:rsidR="00AF4FCD" w:rsidRDefault="00AF4FCD" w:rsidP="00AF4FCD">
      <w:pPr>
        <w:ind w:left="1080"/>
      </w:pPr>
    </w:p>
    <w:p w:rsidR="00AF4FCD" w:rsidRDefault="00AF4FCD" w:rsidP="00AF4FCD">
      <w:pPr>
        <w:ind w:left="1080"/>
      </w:pPr>
    </w:p>
    <w:p w:rsidR="00AF4FCD" w:rsidRDefault="00AF4FCD" w:rsidP="00AF4FCD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3BF477" wp14:editId="18D69D63">
                <wp:simplePos x="0" y="0"/>
                <wp:positionH relativeFrom="column">
                  <wp:posOffset>5193030</wp:posOffset>
                </wp:positionH>
                <wp:positionV relativeFrom="paragraph">
                  <wp:posOffset>289560</wp:posOffset>
                </wp:positionV>
                <wp:extent cx="1043940" cy="1224915"/>
                <wp:effectExtent l="0" t="3175" r="11430" b="16510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1224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4FCD" w:rsidRDefault="00AF4FCD" w:rsidP="00AF4FCD">
                            <w:r>
                              <w:t>Diego Rivera,</w:t>
                            </w:r>
                          </w:p>
                          <w:p w:rsidR="00AF4FCD" w:rsidRDefault="00AF4FCD" w:rsidP="00AF4FCD">
                            <w:r w:rsidRPr="00E32325">
                              <w:rPr>
                                <w:i/>
                              </w:rPr>
                              <w:t>The Detroit Industrial Murals</w:t>
                            </w:r>
                            <w:r>
                              <w:t>, 1932-33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408.9pt;margin-top:22.8pt;width:82.2pt;height:96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">
                <v:textbox>
                  <w:txbxContent>
                    <w:p w:rsidR="00AF4FCD" w:rsidRDefault="00AF4FCD" w:rsidP="00AF4FCD">
                      <w:r>
                        <w:t>Diego Rivera,</w:t>
                      </w:r>
                    </w:p>
                    <w:p w:rsidR="00AF4FCD" w:rsidRDefault="00AF4FCD" w:rsidP="00AF4FCD">
                      <w:r w:rsidRPr="00E32325">
                        <w:rPr>
                          <w:i/>
                        </w:rPr>
                        <w:t>The Detroit Industrial Murals</w:t>
                      </w:r>
                      <w:r>
                        <w:t>, 1932-33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1E4475" wp14:editId="0BFB792C">
                <wp:simplePos x="0" y="0"/>
                <wp:positionH relativeFrom="column">
                  <wp:posOffset>4848225</wp:posOffset>
                </wp:positionH>
                <wp:positionV relativeFrom="paragraph">
                  <wp:posOffset>6336665</wp:posOffset>
                </wp:positionV>
                <wp:extent cx="1285240" cy="1492250"/>
                <wp:effectExtent l="0" t="5080" r="13335" b="13970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240" cy="1492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4FCD" w:rsidRDefault="00AF4FCD" w:rsidP="00AF4FCD">
                            <w:r>
                              <w:t>Kara Walker,</w:t>
                            </w:r>
                          </w:p>
                          <w:p w:rsidR="00AF4FCD" w:rsidRPr="00E32325" w:rsidRDefault="00AF4FCD" w:rsidP="00AF4FCD">
                            <w:pPr>
                              <w:rPr>
                                <w:i/>
                              </w:rPr>
                            </w:pPr>
                            <w:r w:rsidRPr="00E32325">
                              <w:rPr>
                                <w:i/>
                              </w:rPr>
                              <w:t>Slavery, Slavery…</w:t>
                            </w:r>
                          </w:p>
                          <w:p w:rsidR="00AF4FCD" w:rsidRDefault="00AF4FCD" w:rsidP="00AF4FCD">
                            <w:r>
                              <w:t>1997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381.75pt;margin-top:498.95pt;width:101.2pt;height:11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">
                <v:textbox>
                  <w:txbxContent>
                    <w:p w:rsidR="00AF4FCD" w:rsidRDefault="00AF4FCD" w:rsidP="00AF4FCD">
                      <w:r>
                        <w:t>Kara Walker,</w:t>
                      </w:r>
                    </w:p>
                    <w:p w:rsidR="00AF4FCD" w:rsidRPr="00E32325" w:rsidRDefault="00AF4FCD" w:rsidP="00AF4FCD">
                      <w:pPr>
                        <w:rPr>
                          <w:i/>
                        </w:rPr>
                      </w:pPr>
                      <w:r w:rsidRPr="00E32325">
                        <w:rPr>
                          <w:i/>
                        </w:rPr>
                        <w:t>Slavery, Slavery…</w:t>
                      </w:r>
                    </w:p>
                    <w:p w:rsidR="00AF4FCD" w:rsidRDefault="00AF4FCD" w:rsidP="00AF4FCD">
                      <w:r>
                        <w:t>1997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35246E" wp14:editId="2A35FA3C">
                <wp:simplePos x="0" y="0"/>
                <wp:positionH relativeFrom="column">
                  <wp:posOffset>154940</wp:posOffset>
                </wp:positionH>
                <wp:positionV relativeFrom="paragraph">
                  <wp:posOffset>6060440</wp:posOffset>
                </wp:positionV>
                <wp:extent cx="6193790" cy="3044825"/>
                <wp:effectExtent l="2540" t="0" r="13970" b="762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3790" cy="304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4FCD" w:rsidRDefault="00AF4FCD" w:rsidP="00AF4FCD"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38CC9610" wp14:editId="1BA5A5C0">
                                  <wp:extent cx="4382135" cy="2993390"/>
                                  <wp:effectExtent l="19050" t="0" r="0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2135" cy="299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12.2pt;margin-top:477.2pt;width:487.7pt;height:23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">
                <v:textbox>
                  <w:txbxContent>
                    <w:p w:rsidR="00AF4FCD" w:rsidRDefault="00AF4FCD" w:rsidP="00AF4FCD">
                      <w:r>
                        <w:rPr>
                          <w:noProof/>
                          <w:lang w:eastAsia="en-US"/>
                        </w:rPr>
                        <w:drawing>
                          <wp:inline distT="0" distB="0" distL="0" distR="0" wp14:anchorId="38CC9610" wp14:editId="1BA5A5C0">
                            <wp:extent cx="4382135" cy="2993390"/>
                            <wp:effectExtent l="19050" t="0" r="0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2135" cy="299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C36753" wp14:editId="13F41B92">
                <wp:simplePos x="0" y="0"/>
                <wp:positionH relativeFrom="column">
                  <wp:posOffset>154940</wp:posOffset>
                </wp:positionH>
                <wp:positionV relativeFrom="paragraph">
                  <wp:posOffset>3023870</wp:posOffset>
                </wp:positionV>
                <wp:extent cx="6193790" cy="2933065"/>
                <wp:effectExtent l="2540" t="0" r="13970" b="1905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3790" cy="2933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4FCD" w:rsidRDefault="00AF4FCD" w:rsidP="00AF4FCD">
                            <w:pPr>
                              <w:jc w:val="center"/>
                            </w:pPr>
                            <w:r w:rsidRPr="00F95576"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4FE5F654" wp14:editId="4427CD75">
                                  <wp:extent cx="5691637" cy="2355012"/>
                                  <wp:effectExtent l="19050" t="0" r="4313" b="0"/>
                                  <wp:docPr id="3" name="Picture 1" descr="picasso_guernica1937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2" descr="picasso_guernica1937.jp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3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02374" cy="235945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4FCD" w:rsidRDefault="00AF4FCD" w:rsidP="00AF4FCD">
                            <w:pPr>
                              <w:jc w:val="center"/>
                            </w:pPr>
                            <w:r>
                              <w:t xml:space="preserve">Pablo Picasso, </w:t>
                            </w:r>
                            <w:r w:rsidRPr="00E32325">
                              <w:rPr>
                                <w:i/>
                              </w:rPr>
                              <w:t>Guernica</w:t>
                            </w:r>
                            <w:r>
                              <w:t>, 1937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12.2pt;margin-top:238.1pt;width:487.7pt;height:230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">
                <v:textbox>
                  <w:txbxContent>
                    <w:p w:rsidR="00AF4FCD" w:rsidRDefault="00AF4FCD" w:rsidP="00AF4FCD">
                      <w:pPr>
                        <w:jc w:val="center"/>
                      </w:pPr>
                      <w:r w:rsidRPr="00F95576">
                        <w:rPr>
                          <w:noProof/>
                          <w:lang w:eastAsia="en-US"/>
                        </w:rPr>
                        <w:drawing>
                          <wp:inline distT="0" distB="0" distL="0" distR="0" wp14:anchorId="4FE5F654" wp14:editId="4427CD75">
                            <wp:extent cx="5691637" cy="2355012"/>
                            <wp:effectExtent l="19050" t="0" r="4313" b="0"/>
                            <wp:docPr id="3" name="Picture 1" descr="picasso_guernica1937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2" descr="picasso_guernica1937.jp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3" cstate="print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702374" cy="235945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4FCD" w:rsidRDefault="00AF4FCD" w:rsidP="00AF4FCD">
                      <w:pPr>
                        <w:jc w:val="center"/>
                      </w:pPr>
                      <w:r>
                        <w:t xml:space="preserve">Pablo Picasso, </w:t>
                      </w:r>
                      <w:r w:rsidRPr="00E32325">
                        <w:rPr>
                          <w:i/>
                        </w:rPr>
                        <w:t>Guernica</w:t>
                      </w:r>
                      <w:r>
                        <w:t>, 1937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5FD369" wp14:editId="1C19A36D">
                <wp:simplePos x="0" y="0"/>
                <wp:positionH relativeFrom="column">
                  <wp:posOffset>154940</wp:posOffset>
                </wp:positionH>
                <wp:positionV relativeFrom="paragraph">
                  <wp:posOffset>133985</wp:posOffset>
                </wp:positionV>
                <wp:extent cx="6193790" cy="2769235"/>
                <wp:effectExtent l="2540" t="0" r="13970" b="1206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3790" cy="2769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4FCD" w:rsidRDefault="00AF4FCD" w:rsidP="00AF4FCD">
                            <w:r w:rsidRPr="00A3767D"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759898F1" wp14:editId="7A304B8F">
                                  <wp:extent cx="4828996" cy="2622431"/>
                                  <wp:effectExtent l="19050" t="0" r="0" b="0"/>
                                  <wp:docPr id="4" name="Picture 1" descr="detroit_industry_south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Picture 1" descr="detroit_industry_south.jp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4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830456" cy="26232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2.2pt;margin-top:10.55pt;width:487.7pt;height:218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">
                <v:textbox>
                  <w:txbxContent>
                    <w:p w:rsidR="00AF4FCD" w:rsidRDefault="00AF4FCD" w:rsidP="00AF4FCD">
                      <w:r w:rsidRPr="00A3767D">
                        <w:rPr>
                          <w:noProof/>
                          <w:lang w:eastAsia="en-US"/>
                        </w:rPr>
                        <w:drawing>
                          <wp:inline distT="0" distB="0" distL="0" distR="0" wp14:anchorId="759898F1" wp14:editId="7A304B8F">
                            <wp:extent cx="4828996" cy="2622431"/>
                            <wp:effectExtent l="19050" t="0" r="0" b="0"/>
                            <wp:docPr id="4" name="Picture 1" descr="detroit_industry_south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Picture 1" descr="detroit_industry_south.jp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4" cstate="print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830456" cy="26232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F4FCD" w:rsidRDefault="00AF4FCD" w:rsidP="00AF4FCD"/>
    <w:p w:rsidR="00AF4FCD" w:rsidRDefault="00AF4FCD" w:rsidP="00AF4FCD"/>
    <w:p w:rsidR="00AF4FCD" w:rsidRDefault="00AF4FCD" w:rsidP="00AF4FCD"/>
    <w:p w:rsidR="00AF4FCD" w:rsidRDefault="00AF4FCD" w:rsidP="00AF4FCD"/>
    <w:p w:rsidR="00AF4FCD" w:rsidRDefault="00AF4FCD" w:rsidP="00AF4FCD"/>
    <w:p w:rsidR="00AF4FCD" w:rsidRDefault="00AF4FCD" w:rsidP="00AF4FCD"/>
    <w:p w:rsidR="00AF4FCD" w:rsidRDefault="00AF4FCD" w:rsidP="00AF4FCD"/>
    <w:p w:rsidR="00AF4FCD" w:rsidRDefault="00AF4FCD" w:rsidP="00AF4FCD"/>
    <w:p w:rsidR="00AF4FCD" w:rsidRDefault="00AF4FCD" w:rsidP="00AF4FCD"/>
    <w:p w:rsidR="00AF4FCD" w:rsidRDefault="00AF4FCD" w:rsidP="00AF4FCD"/>
    <w:p w:rsidR="00AF4FCD" w:rsidRDefault="00AF4FCD" w:rsidP="00AF4FCD"/>
    <w:p w:rsidR="00AF4FCD" w:rsidRDefault="00AF4FCD" w:rsidP="00AF4FCD"/>
    <w:p w:rsidR="00AF4FCD" w:rsidRDefault="00AF4FCD" w:rsidP="00AF4FCD"/>
    <w:p w:rsidR="00AF4FCD" w:rsidRDefault="00AF4FCD" w:rsidP="00AF4FCD"/>
    <w:p w:rsidR="00AF4FCD" w:rsidRDefault="00AF4FCD" w:rsidP="00AF4FCD"/>
    <w:p w:rsidR="00AF4FCD" w:rsidRDefault="00AF4FCD" w:rsidP="00AF4FCD"/>
    <w:p w:rsidR="00AF4FCD" w:rsidRDefault="00AF4FCD" w:rsidP="00AF4FCD"/>
    <w:p w:rsidR="00AF4FCD" w:rsidRDefault="00AF4FCD" w:rsidP="00AF4FCD"/>
    <w:p w:rsidR="00AF4FCD" w:rsidRDefault="00AF4FCD" w:rsidP="00AF4FCD"/>
    <w:p w:rsidR="00AF4FCD" w:rsidRDefault="00AF4FCD" w:rsidP="00AF4FCD"/>
    <w:p w:rsidR="00AF4FCD" w:rsidRDefault="00AF4FCD" w:rsidP="00AF4FCD"/>
    <w:p w:rsidR="00AF4FCD" w:rsidRDefault="00AF4FCD" w:rsidP="00AF4FCD"/>
    <w:p w:rsidR="00AF4FCD" w:rsidRDefault="00AF4FCD" w:rsidP="00AF4FCD"/>
    <w:p w:rsidR="00AF4FCD" w:rsidRDefault="00AF4FCD" w:rsidP="00AF4FCD"/>
    <w:p w:rsidR="00AF4FCD" w:rsidRDefault="00AF4FCD" w:rsidP="00AF4FCD"/>
    <w:p w:rsidR="00AF4FCD" w:rsidRDefault="00AF4FCD" w:rsidP="00AF4FCD"/>
    <w:p w:rsidR="00AF4FCD" w:rsidRDefault="00AF4FCD" w:rsidP="00AF4FCD"/>
    <w:p w:rsidR="00515CC0" w:rsidRDefault="00515CC0"/>
    <w:p w:rsidR="00AF4FCD" w:rsidRDefault="00AF4F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21"/>
      </w:tblGrid>
      <w:tr w:rsidR="00AF4FCD" w:rsidTr="00AF4FCD">
        <w:trPr>
          <w:trHeight w:val="843"/>
        </w:trPr>
        <w:tc>
          <w:tcPr>
            <w:tcW w:w="10421" w:type="dxa"/>
            <w:shd w:val="clear" w:color="auto" w:fill="C6D9F1" w:themeFill="text2" w:themeFillTint="33"/>
            <w:vAlign w:val="center"/>
          </w:tcPr>
          <w:p w:rsidR="00AF4FCD" w:rsidRDefault="00AF4FCD" w:rsidP="00AF4FCD">
            <w:r w:rsidRPr="00AF4FCD">
              <w:rPr>
                <w:b/>
              </w:rPr>
              <w:t>Form</w:t>
            </w:r>
            <w:r>
              <w:t xml:space="preserve"> – How does the artist use form (principles of design, formal elements, techniques, etc.) to aid in getting the point of the work across?</w:t>
            </w:r>
          </w:p>
          <w:p w:rsidR="00AF4FCD" w:rsidRDefault="00AF4FCD" w:rsidP="00AF4FCD"/>
        </w:tc>
      </w:tr>
      <w:tr w:rsidR="00AF4FCD" w:rsidTr="00AF4FCD">
        <w:trPr>
          <w:trHeight w:val="5214"/>
        </w:trPr>
        <w:tc>
          <w:tcPr>
            <w:tcW w:w="10421" w:type="dxa"/>
          </w:tcPr>
          <w:p w:rsidR="00AF4FCD" w:rsidRDefault="00AF4FCD" w:rsidP="00AF4FCD">
            <w:pPr>
              <w:ind w:left="1080"/>
            </w:pPr>
          </w:p>
        </w:tc>
      </w:tr>
      <w:tr w:rsidR="00AF4FCD" w:rsidTr="00AF4FCD">
        <w:trPr>
          <w:trHeight w:val="816"/>
        </w:trPr>
        <w:tc>
          <w:tcPr>
            <w:tcW w:w="10421" w:type="dxa"/>
            <w:shd w:val="clear" w:color="auto" w:fill="D6E3BC" w:themeFill="accent3" w:themeFillTint="66"/>
          </w:tcPr>
          <w:p w:rsidR="00AF4FCD" w:rsidRDefault="00AF4FCD" w:rsidP="00AF4FCD">
            <w:r w:rsidRPr="00AF4FCD">
              <w:rPr>
                <w:b/>
              </w:rPr>
              <w:t>Theme</w:t>
            </w:r>
            <w:r>
              <w:t xml:space="preserve"> – What are the big ideas the artist is trying to express?  Be careful, it might not be just what the story is about.</w:t>
            </w:r>
          </w:p>
          <w:p w:rsidR="00AF4FCD" w:rsidRDefault="00AF4FCD"/>
        </w:tc>
      </w:tr>
      <w:tr w:rsidR="00AF4FCD" w:rsidTr="00AF4FCD">
        <w:trPr>
          <w:trHeight w:val="6157"/>
        </w:trPr>
        <w:tc>
          <w:tcPr>
            <w:tcW w:w="10421" w:type="dxa"/>
          </w:tcPr>
          <w:p w:rsidR="00AF4FCD" w:rsidRDefault="00AF4FCD"/>
        </w:tc>
      </w:tr>
    </w:tbl>
    <w:p w:rsidR="00AF4FCD" w:rsidRDefault="00AF4FCD"/>
    <w:p w:rsidR="00AF4FCD" w:rsidRDefault="00AF4FCD"/>
    <w:p w:rsidR="00AF4FCD" w:rsidRDefault="00AF4FCD"/>
    <w:p w:rsidR="00AF4FCD" w:rsidRDefault="00AF4F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21"/>
      </w:tblGrid>
      <w:tr w:rsidR="00AF4FCD" w:rsidTr="00AF4FCD">
        <w:trPr>
          <w:trHeight w:val="971"/>
        </w:trPr>
        <w:tc>
          <w:tcPr>
            <w:tcW w:w="10421" w:type="dxa"/>
            <w:shd w:val="clear" w:color="auto" w:fill="E5B8B7" w:themeFill="accent2" w:themeFillTint="66"/>
          </w:tcPr>
          <w:p w:rsidR="00AF4FCD" w:rsidRDefault="00AF4FCD" w:rsidP="00AF4FCD">
            <w:pPr>
              <w:jc w:val="both"/>
            </w:pPr>
            <w:r w:rsidRPr="00AF4FCD">
              <w:rPr>
                <w:b/>
              </w:rPr>
              <w:t>Context</w:t>
            </w:r>
            <w:r>
              <w:t xml:space="preserve"> – Why has the artist chosen to make this artwork during the time it was made?  What historical and present influences helped form the work’s theme?  How is/was it relevant during the time it was made?</w:t>
            </w:r>
          </w:p>
          <w:p w:rsidR="00AF4FCD" w:rsidRDefault="00AF4FCD"/>
        </w:tc>
      </w:tr>
      <w:tr w:rsidR="00AF4FCD" w:rsidTr="00AF4FCD">
        <w:trPr>
          <w:trHeight w:val="5214"/>
        </w:trPr>
        <w:tc>
          <w:tcPr>
            <w:tcW w:w="10421" w:type="dxa"/>
          </w:tcPr>
          <w:p w:rsidR="00AF4FCD" w:rsidRDefault="00AF4FCD"/>
        </w:tc>
      </w:tr>
      <w:tr w:rsidR="00AF4FCD" w:rsidTr="00AF4FCD">
        <w:trPr>
          <w:trHeight w:val="1079"/>
        </w:trPr>
        <w:tc>
          <w:tcPr>
            <w:tcW w:w="10421" w:type="dxa"/>
            <w:shd w:val="clear" w:color="auto" w:fill="CCC0D9" w:themeFill="accent4" w:themeFillTint="66"/>
          </w:tcPr>
          <w:p w:rsidR="00AF4FCD" w:rsidRDefault="00AF4FCD" w:rsidP="00765806">
            <w:r w:rsidRPr="00AF4FCD">
              <w:rPr>
                <w:b/>
              </w:rPr>
              <w:t xml:space="preserve">Synthesis </w:t>
            </w:r>
            <w:r>
              <w:t xml:space="preserve">- How do all these elements (Form, Theme and Context) </w:t>
            </w:r>
            <w:r w:rsidR="00765806">
              <w:t>help us understand the</w:t>
            </w:r>
            <w:r>
              <w:t xml:space="preserve"> meaning in these artworks?</w:t>
            </w:r>
          </w:p>
        </w:tc>
      </w:tr>
      <w:tr w:rsidR="00AF4FCD" w:rsidTr="00AF4FCD">
        <w:trPr>
          <w:trHeight w:val="7149"/>
        </w:trPr>
        <w:tc>
          <w:tcPr>
            <w:tcW w:w="10421" w:type="dxa"/>
          </w:tcPr>
          <w:p w:rsidR="00AF4FCD" w:rsidRDefault="00AF4FCD"/>
        </w:tc>
      </w:tr>
    </w:tbl>
    <w:p w:rsidR="00AF4FCD" w:rsidRDefault="00AF4FCD"/>
    <w:sectPr w:rsidR="00AF4FCD" w:rsidSect="00E67D80">
      <w:pgSz w:w="11907" w:h="16840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E438A"/>
    <w:multiLevelType w:val="hybridMultilevel"/>
    <w:tmpl w:val="FA960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4D5DAB"/>
    <w:multiLevelType w:val="hybridMultilevel"/>
    <w:tmpl w:val="FA960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DF4"/>
    <w:rsid w:val="00042559"/>
    <w:rsid w:val="001E4392"/>
    <w:rsid w:val="003619A5"/>
    <w:rsid w:val="003715A5"/>
    <w:rsid w:val="003E1C85"/>
    <w:rsid w:val="004F5611"/>
    <w:rsid w:val="00511DF4"/>
    <w:rsid w:val="005123BC"/>
    <w:rsid w:val="00515CC0"/>
    <w:rsid w:val="00622453"/>
    <w:rsid w:val="006A5D48"/>
    <w:rsid w:val="007232D4"/>
    <w:rsid w:val="00765806"/>
    <w:rsid w:val="008A06DC"/>
    <w:rsid w:val="008A2E84"/>
    <w:rsid w:val="009A2007"/>
    <w:rsid w:val="00A32E34"/>
    <w:rsid w:val="00AF4FCD"/>
    <w:rsid w:val="00BA156B"/>
    <w:rsid w:val="00CF51A7"/>
    <w:rsid w:val="00E0172B"/>
    <w:rsid w:val="00E67D80"/>
    <w:rsid w:val="00ED22BF"/>
    <w:rsid w:val="00F941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2F41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D80"/>
    <w:pPr>
      <w:spacing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7D80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D22B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2BF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2BF"/>
    <w:rPr>
      <w:rFonts w:ascii="Lucida Grande" w:hAnsi="Lucida Grande"/>
      <w:sz w:val="18"/>
      <w:szCs w:val="18"/>
      <w:lang w:eastAsia="zh-CN"/>
    </w:rPr>
  </w:style>
  <w:style w:type="paragraph" w:styleId="ListParagraph">
    <w:name w:val="List Paragraph"/>
    <w:basedOn w:val="Normal"/>
    <w:uiPriority w:val="34"/>
    <w:qFormat/>
    <w:rsid w:val="00AF4FCD"/>
    <w:pPr>
      <w:ind w:left="720"/>
      <w:contextualSpacing/>
    </w:pPr>
    <w:rPr>
      <w:lang w:eastAsia="ko-KR"/>
    </w:rPr>
  </w:style>
  <w:style w:type="character" w:styleId="FollowedHyperlink">
    <w:name w:val="FollowedHyperlink"/>
    <w:basedOn w:val="DefaultParagraphFont"/>
    <w:uiPriority w:val="99"/>
    <w:semiHidden/>
    <w:unhideWhenUsed/>
    <w:rsid w:val="00511DF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D80"/>
    <w:pPr>
      <w:spacing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7D80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D22B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2BF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2BF"/>
    <w:rPr>
      <w:rFonts w:ascii="Lucida Grande" w:hAnsi="Lucida Grande"/>
      <w:sz w:val="18"/>
      <w:szCs w:val="18"/>
      <w:lang w:eastAsia="zh-CN"/>
    </w:rPr>
  </w:style>
  <w:style w:type="paragraph" w:styleId="ListParagraph">
    <w:name w:val="List Paragraph"/>
    <w:basedOn w:val="Normal"/>
    <w:uiPriority w:val="34"/>
    <w:qFormat/>
    <w:rsid w:val="00AF4FCD"/>
    <w:pPr>
      <w:ind w:left="720"/>
      <w:contextualSpacing/>
    </w:pPr>
    <w:rPr>
      <w:lang w:eastAsia="ko-KR"/>
    </w:rPr>
  </w:style>
  <w:style w:type="character" w:styleId="FollowedHyperlink">
    <w:name w:val="FollowedHyperlink"/>
    <w:basedOn w:val="DefaultParagraphFont"/>
    <w:uiPriority w:val="99"/>
    <w:semiHidden/>
    <w:unhideWhenUsed/>
    <w:rsid w:val="00511DF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gregkucera.com/walker.htm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jpeg"/><Relationship Id="rId14" Type="http://schemas.openxmlformats.org/officeDocument/2006/relationships/image" Target="media/image3.jpe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www.diegorivera.com/murals/index.php" TargetMode="External"/><Relationship Id="rId8" Type="http://schemas.openxmlformats.org/officeDocument/2006/relationships/hyperlink" Target="http://beta.dia.org/education/rivera/infoidx.htm" TargetMode="External"/><Relationship Id="rId9" Type="http://schemas.openxmlformats.org/officeDocument/2006/relationships/hyperlink" Target="http://web.org.uk/picasso/secret_guernica.html" TargetMode="External"/><Relationship Id="rId10" Type="http://schemas.openxmlformats.org/officeDocument/2006/relationships/hyperlink" Target="http://learn.walkerart.org/karawalker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Visual%20Arts%20Studio:VAS%20Narrative%202012-13:VAS%20Narrative%20K&amp;U%202012-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C031CEE-79FF-D840-A76F-ADD493CE9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VAS Narrative K&amp;U 2012-13.dotx</Template>
  <TotalTime>5</TotalTime>
  <Pages>5</Pages>
  <Words>314</Words>
  <Characters>1790</Characters>
  <Application>Microsoft Macintosh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1</cp:revision>
  <dcterms:created xsi:type="dcterms:W3CDTF">2012-10-30T01:05:00Z</dcterms:created>
  <dcterms:modified xsi:type="dcterms:W3CDTF">2012-10-30T01:13:00Z</dcterms:modified>
</cp:coreProperties>
</file>